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3B314" w14:textId="77777777" w:rsidR="00EA5C42" w:rsidRPr="00EA5C42" w:rsidRDefault="00EA5C42" w:rsidP="00EA5C42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EA5C42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SARS-CoV-2/human/USA/MA-CDC-ASC210505847/2022, complete genome</w:t>
      </w:r>
    </w:p>
    <w:p w14:paraId="1F99C9A1" w14:textId="77777777" w:rsidR="00EA5C42" w:rsidRPr="00EA5C42" w:rsidRDefault="00EA5C42" w:rsidP="00EA5C4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A5C42">
        <w:rPr>
          <w:rFonts w:ascii="ＭＳ Ｐゴシック" w:eastAsia="ＭＳ Ｐゴシック" w:hAnsi="ＭＳ Ｐゴシック" w:cs="ＭＳ Ｐゴシック"/>
          <w:kern w:val="0"/>
          <w:sz w:val="24"/>
        </w:rPr>
        <w:t>GenBank: OM365368.1</w:t>
      </w:r>
    </w:p>
    <w:p w14:paraId="69D8E447" w14:textId="77777777" w:rsidR="00EA5C42" w:rsidRPr="00EA5C42" w:rsidRDefault="00EA5C42" w:rsidP="00EA5C4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A5C4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A5C4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"https://www.ncbi.nlm.nih.gov/nuccore/OM365368.1?report=fasta" </w:instrText>
      </w:r>
      <w:r w:rsidRPr="00EA5C4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A5C4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EA5C4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EA5C4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EA5C4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A5C4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"https://www.ncbi.nlm.nih.gov/nuccore/OM365368.1?report=graph" </w:instrText>
      </w:r>
      <w:r w:rsidRPr="00EA5C4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A5C4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EA5C4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EA5C4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365368.1"/>
    <w:bookmarkEnd w:id="1"/>
    <w:p w14:paraId="40BA59E0" w14:textId="77777777" w:rsidR="00EA5C42" w:rsidRPr="00EA5C42" w:rsidRDefault="00EA5C42" w:rsidP="00EA5C42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A5C4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A5C4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"https://www.ncbi.nlm.nih.gov/nuccore/OM365368.1" \l "goto2182731925_0" </w:instrText>
      </w:r>
      <w:r w:rsidRPr="00EA5C4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A5C4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EA5C4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4816B74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>LOCUS       OM365368               29794 bp    RNA     linear   VRL 24-JAN-2022</w:t>
      </w:r>
    </w:p>
    <w:p w14:paraId="2A82BF0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4E7DA1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SARS-CoV-2/human/USA/MA-CDC-ASC210505847/2022, complete genome.</w:t>
      </w:r>
    </w:p>
    <w:p w14:paraId="7DA5AC8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>ACCESSION   OM365368</w:t>
      </w:r>
    </w:p>
    <w:p w14:paraId="57D93FC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>VERSION     OM365368.1</w:t>
      </w:r>
    </w:p>
    <w:p w14:paraId="44701200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A6F7500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"https://www.ncbi.nlm.nih.gov/biosample/SAMN25222881"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SAMN25222881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0E84329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296564A5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1D2E53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2B0F9B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A69209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E155B9E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4687D6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29794)</w:t>
      </w:r>
    </w:p>
    <w:p w14:paraId="17A0FEA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1655A1F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E331FA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3A530A5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1EC1557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79F7D11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331CBDD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70AC99C7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289466F9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29794)</w:t>
      </w:r>
    </w:p>
    <w:p w14:paraId="603F25B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196AD5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C8547A9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601B02D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074A151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40187C75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066B719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2F0921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(24-JAN-2022) Respiratory Viruses Branch, Division of</w:t>
      </w:r>
    </w:p>
    <w:p w14:paraId="4220F14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04D49C0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6B72F968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365368.1"/>
      <w:bookmarkEnd w:id="2"/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4D6F97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v3.5.5</w:t>
      </w:r>
    </w:p>
    <w:p w14:paraId="362C958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67724E30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72E6CF8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365368.1"/>
      <w:bookmarkEnd w:id="3"/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B171E4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1..29794</w:t>
      </w:r>
    </w:p>
    <w:p w14:paraId="00F1DF9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A1A799E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44B8883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764EF89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/isolate="SARS-CoV-2/human/USA/MA-CDC-ASC210505847/2022"</w:t>
      </w:r>
    </w:p>
    <w:p w14:paraId="4EA41C7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08E5BAA9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036914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87121BE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Massachusetts"</w:t>
      </w:r>
    </w:p>
    <w:p w14:paraId="27287015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/collection_date="2022-01-03"</w:t>
      </w:r>
    </w:p>
    <w:p w14:paraId="5560AB6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"https://www.ncbi.nlm.nih.gov/nuccore/OM365368.1?from=241&amp;to=21518"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789D273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F793F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"https://www.ncbi.nlm.nih.gov/nuccore/OM365368.1?location=241:13431,13431:21518"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17F57E1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F2499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CFED40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71972D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656F7C5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"https://www.ncbi.nlm.nih.gov/protein/2182731926"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UJO47011.1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16C28B7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D62E0C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55511A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B92D65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B366515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0D0B26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15979E7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0A6744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CC6934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90D682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260A98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155982E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BBC169E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9BC999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35E23B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D8D94F9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B98FEB5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7702EF5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05C6589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541DF7E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B27AC8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C139DD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79C6F9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770FBB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476A1B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62675FE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C8977E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0CA933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67F8AA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5F861A0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4C5F47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941568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AA20B8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5A03B1E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F08ACE9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ADE5DA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FBAD468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D73A1B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80F3D0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BA5DA37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4B13630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D78B0D8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A252D6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F4BA79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468A69E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VIVFDGKSKCEESSVKSASVYYSQLMCQPILLLDQALVSDVGDSAEVAVKMFDAYVNT</w:t>
      </w:r>
    </w:p>
    <w:p w14:paraId="0DCCCAC0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48AE8F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0171A1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1503167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C8428D7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51F93A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770357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6BF5710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57BFC4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08AB04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3993DE8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8E8A3E8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FE4BEB7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5755E9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2BB17F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5E93D07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7B0A49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EA648E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C46E9C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5782816E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4AC3D8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EC0C1A7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3D1EF3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7D22E9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55290D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B8AE869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B02E45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8FF333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15D0C7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9B312C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5E36FC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144C9D0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56FF0F3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11F6DAD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46353BB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0341F498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14511568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05AEF46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23E1DD3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2AEF843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41B0A6B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30F7DDA5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2FFEDAC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5F1B19D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2DBA62D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626F5608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64444F0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2B982BB0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07D0D39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7152C4E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0F5821A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4310517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64134DB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5398C0B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2625190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783DC308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7470118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0A5D393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3567DBD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6C6A05D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3A70276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7BA3BFA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53FD515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3825B23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1932083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2F72474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4E263195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2A490E7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4FBC2C2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00F63D2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0195572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593DB71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2FA66BC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1E8157C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6312619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53378D77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153AE85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0FF14BB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36F1B49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"https://www.ncbi.nlm.nih.gov/protein/UJO47011.1?from=1&amp;to=180"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71A914C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8E60DE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727115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"https://www.ncbi.nlm.nih.gov/protein/UJO47011.1?from=181&amp;to=818"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70D23290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EAC25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B2E392E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"https://www.ncbi.nlm.nih.gov/protein/UJO47011.1?from=819&amp;to=2762"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27546EAE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26E24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7C47CB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"https://www.ncbi.nlm.nih.gov/protein/UJO47011.1?from=2763&amp;to=3262"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17F0482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0DB0D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0457D9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"https://www.ncbi.nlm.nih.gov/protein/UJO47011.1?from=3263&amp;to=3568"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44F1170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0E22D7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95B792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"https://www.ncbi.nlm.nih.gov/protein/UJO47011.1?from=3569&amp;to=3855"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7542DDE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47A48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47EF50E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"https://www.ncbi.nlm.nih.gov/protein/UJO47011.1?from=3856&amp;to=3938"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258BEE28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3C46B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1772316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"https://www.ncbi.nlm.nih.gov/protein/UJO47011.1?from=3939&amp;to=4136"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12DD079E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7A06C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862B39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"https://www.ncbi.nlm.nih.gov/protein/UJO47011.1?from=4137&amp;to=4249"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1D919E80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7A4FC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D53060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"https://www.ncbi.nlm.nih.gov/protein/UJO47011.1?from=4250&amp;to=4388"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051BA6F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E0485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742F9F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"https://www.ncbi.nlm.nih.gov/protein/UJO47011.1?from=4389&amp;to=5320"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2F7BFE20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D0EE7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645900B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"https://www.ncbi.nlm.nih.gov/protein/UJO47011.1?from=5321&amp;to=5921"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457DD3E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38550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1723129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"https://www.ncbi.nlm.nih.gov/protein/UJO47011.1?from=5922&amp;to=6448"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378DCA6E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9BBD0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2B03C17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"https://www.ncbi.nlm.nih.gov/protein/UJO47011.1?from=6449&amp;to=6794"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4DFE2A2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A4E8C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1383BBE5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"https://www.ncbi.nlm.nih.gov/protein/UJO47011.1?from=6795&amp;to=7092"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3FCBF53E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8C1615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F37CCD7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"https://www.ncbi.nlm.nih.gov/nuccore/OM365368.1?from=241&amp;to=13446"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0ABA2A3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F1B50E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DBB9B5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143873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"https://www.ncbi.nlm.nih.gov/protein/2182731927"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UJO47012.1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6A61ED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DF924B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A029D28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153DA1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8E2F7B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646841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A4576C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5EAEB7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0580407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B9F6B9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DF05588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80E00A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C3C9E27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2C8C059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2BEB637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9611F57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DFC31C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F0DC18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DC75BD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41C5A7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EC6987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3D4BB6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326C0C7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0BE6205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2C3177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168B65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9279CE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FBAB1A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83DC01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3FFE2B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AA959B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DE406E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FEA30B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65D053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99F377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C1F106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EC4AF75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A8C015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81BEDF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284557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9CFE6C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7D49E9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2D49F8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1F80ED9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45E85C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VIVFDGKSKCEESSVKSASVYYSQLMCQPILLLDQALVSDVGDSAEVAVKMFDAYVNT</w:t>
      </w:r>
    </w:p>
    <w:p w14:paraId="293E1EA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F2B72FE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0E7513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5229340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A77DEE9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3AF504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7A6D5F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66BEE8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5A9890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3FBAEC9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096D208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A86784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3C1C27E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B4F2F2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7D164D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715FB8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15FFE3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AA8E549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C71292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5C441B39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BD54F0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146441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FAE2FA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86797C0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9358408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3516F43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CA466A8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A031219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2DA2578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5DC450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E50447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85EF11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4D545FE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"https://www.ncbi.nlm.nih.gov/protein/UJO47012.1?from=1&amp;to=180"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38F07C4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DDB68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0B0D62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"https://www.ncbi.nlm.nih.gov/protein/UJO47012.1?from=181&amp;to=818"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7B14601E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B869D0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8C047C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"https://www.ncbi.nlm.nih.gov/protein/UJO47012.1?from=819&amp;to=2762"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638E506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AF07E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6CE571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"https://www.ncbi.nlm.nih.gov/protein/UJO47012.1?from=2763&amp;to=3262"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34F0266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FF4DAE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C5418D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"https://www.ncbi.nlm.nih.gov/protein/UJO47012.1?from=3263&amp;to=3568"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114A3AC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BE17D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2A4B539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"https://www.ncbi.nlm.nih.gov/protein/UJO47012.1?from=3569&amp;to=3855"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03C90EB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4584F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D0B522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"https://www.ncbi.nlm.nih.gov/protein/UJO47012.1?from=3856&amp;to=3938"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265AE5C7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082DCDB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0390DA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"https://www.ncbi.nlm.nih.gov/protein/UJO47012.1?from=3939&amp;to=4136"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07CE1119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729380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191377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"https://www.ncbi.nlm.nih.gov/protein/UJO47012.1?from=4137&amp;to=4249"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4B08CEC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F0A0C0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953A909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"https://www.ncbi.nlm.nih.gov/protein/UJO47012.1?from=4250&amp;to=4388"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29889C75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E6F457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F38A48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"https://www.ncbi.nlm.nih.gov/protein/UJO47012.1?from=4389&amp;to=4401"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4B0C3FF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FF6CD5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4FEE96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"https://www.ncbi.nlm.nih.gov/nuccore/OM365368.1?from=13439&amp;to=13466"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724C7C2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43509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078614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5392E07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"https://www.ncbi.nlm.nih.gov/nuccore/OM365368.1?from=13451&amp;to=13505"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7DA7635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9BAFB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4AFE91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B8E4F1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"https://www.ncbi.nlm.nih.gov/nuccore/OM365368.1?from=21526&amp;to=25338"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4D7C9AC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04B2035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"https://www.ncbi.nlm.nih.gov/nuccore/OM365368.1?from=21526&amp;to=25338"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1D1F6F8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A05E1C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EB2C245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AD38F09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"https://www.ncbi.nlm.nih.gov/protein/2182731928"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UJO47013.1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230810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77F925B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SSVLHSTQDLFLPFFSNVTWFHVISGTNGTKRFDNPVLPFNDGVYFASTEKSNIIRGW</w:t>
      </w:r>
    </w:p>
    <w:p w14:paraId="2C2846B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202D38D7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01EA5498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15BBFF7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6843830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01072A8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0AF7DF68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6242422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22F04E9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8048BA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616DEBA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50F6D7E9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28C5E8D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4B82B98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71154590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581AA25E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10D3D02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28E475F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5F8ED88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0616862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2925FD8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317B2E8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"https://www.ncbi.nlm.nih.gov/nuccore/OM365368.1?from=25347&amp;to=26174"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5DB5DE9E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52A35D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"https://www.ncbi.nlm.nih.gov/nuccore/OM365368.1?from=25347&amp;to=26174"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5F60DFF5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27CAC3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3E6CD1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685787EE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"https://www.ncbi.nlm.nih.gov/protein/2182731929"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UJO47014.1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106B0B9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78B654F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5E6649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72ACF62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706C0A1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7BCBD89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"https://www.ncbi.nlm.nih.gov/nuccore/OM365368.1?from=26199&amp;to=26426"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5641EB28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9E73B9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"https://www.ncbi.nlm.nih.gov/nuccore/OM365368.1?from=26199&amp;to=26426"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76E501F0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A885357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AF213E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63F1B8C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"https://www.ncbi.nlm.nih.gov/protein/2182731930"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UJO47015.1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B4B089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1895F96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C8CB44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"https://www.ncbi.nlm.nih.gov/nuccore/OM365368.1?from=26477&amp;to=27145"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4CEC46C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F6340D8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"https://www.ncbi.nlm.nih.gov/nuccore/OM365368.1?from=26477&amp;to=27145"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3DBB531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66EA0A5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D15C23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6C9985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"https://www.ncbi.nlm.nih.gov/protein/2182731931"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UJO47016.1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EE731E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76715595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74ED34F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4B157059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IKDLPKEITVAXSRTLSYYKLGASQRVAGDSGFAAYSRYRIGNYKLNTDHSSSSDNIA</w:t>
      </w:r>
    </w:p>
    <w:p w14:paraId="1083DBF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2D9AD0E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"https://www.ncbi.nlm.nih.gov/nuccore/OM365368.1?from=27156&amp;to=27341"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274CE18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B75711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"https://www.ncbi.nlm.nih.gov/nuccore/OM365368.1?from=27156&amp;to=27341"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7380E9F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39C2AF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929A40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D87111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"https://www.ncbi.nlm.nih.gov/protein/2182731932"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UJO47017.1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1A66F3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904CFF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58AA3747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"https://www.ncbi.nlm.nih.gov/nuccore/OM365368.1?from=27348&amp;to=27713"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151779C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0A6CE95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"https://www.ncbi.nlm.nih.gov/nuccore/OM365368.1?from=27348&amp;to=27713"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5A50126E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CDFD9CE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2B3977E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7EC7869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"https://www.ncbi.nlm.nih.gov/protein/2182731933"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UJO47018.1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82B26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C02328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B59C945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3E8B670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"https://www.ncbi.nlm.nih.gov/nuccore/OM365368.1?from=27710&amp;to=27841"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04FD823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C78602E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"https://www.ncbi.nlm.nih.gov/nuccore/OM365368.1?from=27710&amp;to=27841"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010E780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31FDB5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82F86C9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2527FA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"https://www.ncbi.nlm.nih.gov/protein/2182731934"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UJO47019.1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1F74B4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671071F5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"https://www.ncbi.nlm.nih.gov/nuccore/OM365368.1?from=27848&amp;to=28213"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7CF0AB8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7F2417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"https://www.ncbi.nlm.nih.gov/nuccore/OM365368.1?from=27848&amp;to=28213"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63C6A588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6C945C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287727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13EDA0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"https://www.ncbi.nlm.nih.gov/protein/2182731935"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UJO47020.1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34025F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4EFDBEF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793C6B9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B3B9280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"https://www.ncbi.nlm.nih.gov/nuccore/OM365368.1?from=28228&amp;to=29478"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37703CE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7DD1BE5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"https://www.ncbi.nlm.nih.gov/nuccore/OM365368.1?from=28228&amp;to=29478"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2883FFF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AFEEC5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50BE728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53C1DC7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"https://www.ncbi.nlm.nih.gov/protein/2182731936"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UJO47021.1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E4F1D6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1C26F40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1D6C3F3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5CC284F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2D74AD7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7030442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06B2E79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186BE69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7E7950E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"https://www.ncbi.nlm.nih.gov/nuccore/OM365368.1?from=29503&amp;to=29619"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0F21439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A2A24E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"https://www.ncbi.nlm.nih.gov/nuccore/OM365368.1?from=29503&amp;to=29619"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0DD6D59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5CBC3C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521F07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2141E1E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"https://www.ncbi.nlm.nih.gov/protein/2182731937"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UJO47022.1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8D4209E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0CF41E5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"https://www.ncbi.nlm.nih.gov/nuccore/OM365368.1?from=29554&amp;to=29589"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0C3C103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7472BC7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0675FA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"https://www.ncbi.nlm.nih.gov/nuccore/OM365368.1?from=29574&amp;to=29602"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18CDC5A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924DA7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5DE931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"https://www.ncbi.nlm.nih.gov/nuccore/OM365368.1?from=29673&amp;to=29713" </w:instrTex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5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46BD55F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689877B7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C35992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365368.1"/>
      <w:bookmarkEnd w:id="4"/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6F410F55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2DF6297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57A272C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0E1947D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7AE66C0E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74CC4A9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5C55BC0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601BFFA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2D2CC8E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2A24D23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61A23318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268EFDC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56A9AD6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466D3B07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677E5EB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7605B21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538EA527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2262A00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3CA15A9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151C77D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002D7288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6A8F8A9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1FC3E19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38B29BA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370A0CD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179A7BC7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1C8B509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279EAB4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0D1CE1F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281666A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7E6DC46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541571A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55B6B8D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5DDEC6E8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46819D3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7578B57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32D5C349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4DB19E8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321ADD0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4B9D724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aagctccaaa agaaattatc</w:t>
      </w:r>
    </w:p>
    <w:p w14:paraId="72355AB0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03E516C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06A7F8C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7500E43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3E408CC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4D65133E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39A01BC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4E56442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5E80B7F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0B1DB8D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0E483E70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0490029E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23C11628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417BBD3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4315F7A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3CCA053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2D365F5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19F3DF47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3BC95E6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3736F3A0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522D1E09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27E6221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42B7095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02ED92BE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6F23317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342E06D7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64C937B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166AC6D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1959EBE9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29BC150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2F7F56AE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432D205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353E55E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3371CCB8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2FC76DD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10CE618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5880FC6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6760766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7AAC2077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3866728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4D43DA0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3F10924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79C906D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301907EE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4B51FF6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23C06A10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27B1B88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6800451E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6D686D55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5A374320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1516F62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2CEEBDC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5DF2E27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49E7D0E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5D45A1D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535F1F08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033652E5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5616DEA0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46678C40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0D7C41D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72F7106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0B3E035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6512B6B5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19F82E00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61096D38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41AFF887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16DE1E3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6239451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4A1D91C0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6B6D4445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59E0FCE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275240A5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1986CBE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63499EE8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1A620E6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3ECEB937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1BA4573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0AB373F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21756690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2FEC57E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18F47470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75239F69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72A77E38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1EA22CF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4EA30A78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5FD56D2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19C9E0B7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70BE9B0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5B4D5CF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41F537D7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776C1C7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tcatctgtaa aatcagcgtc tgtttactac</w:t>
      </w:r>
    </w:p>
    <w:p w14:paraId="098C76D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6CB7005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4394462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2A54CD8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125E12E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3E072338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32DF013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303FA8E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15405A2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60D02E29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2D87D57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4F15897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084702B5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273F8BE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4BE6246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57108D2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3104721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129A343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40D2544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5FF9403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7821CFA0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4427362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2F55F20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0F31D6C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060A2010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4D7CB205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43C64A19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29158A95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3A72466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4D02BF5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7D727C9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2C22717E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4068B0E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0B58A99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636E43B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1827CE98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4A2D6945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4B2C63E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0101FEC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4497A19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081EBF0E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1E94269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3498888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5AB9920E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1C251115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550D1EF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736A608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53069AC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3F6C7585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3EE5561E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7F259ED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614B145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18591C9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2DAB6AE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243219A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310E2848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072C1020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4073576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23ED7BC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68B1C42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06BEDD9E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6348BAE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78364AB0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55DC32EE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7B9AAB00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779F1755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2D4F0D4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4CBDC200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26C845F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6C3168B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3E8A95E9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65A5E149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27C09EF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239F1D5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2A360BA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766A704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6C61D60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005D28D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10F530B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295A266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027F604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6B9CD48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7A918E30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3D08CE3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15DCA4F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4CB0A6E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2FFF3D8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6DE8A04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10590EF9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43A017D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6FBF3B1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164BC797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7434AFA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2443F55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5E2893C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55BA0C7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5D7CFC88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1EF0DC4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19404938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5245BB9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583B60C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78FDB8D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38A81F0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24BB98E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4BE4A5D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1DBAE22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2581C83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7EEB5AC5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2606218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544098C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4D32ADC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2C41020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54F6DD58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1D9651E9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2AD1226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34226DB7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27D7CF3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1D351A45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193D7FC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675B4C9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3496BE4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160FBB09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7487160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7D6592A9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3CB86889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098F357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560242E9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2FCDBF1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03286BB0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40B7F75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6C9955A5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517787E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71A4ED7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5F381FC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07277B2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10AC0539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325119D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6C587D6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19CEE84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31B0BC6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6437F35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517F0E1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124D99F9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4618AFB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3C19B32E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40FBD24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17BF2DE9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1C5112F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6D5281D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114B568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1243D2B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4EF75D25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02BD23C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2D12E3E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48BF22B7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67A39D9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0AE2C01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37F1133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367A25E7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070CE65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14EE304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10BF4AB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15A150E7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68A97745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48518B9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7B655E3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7ADD85C7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1F621CE7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11FB9C4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7CA6A81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208AFD2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0F1DAA3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0016CD0E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05C54ED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7D6EE6F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229ED309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4212D11E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66ED455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378AD5F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643FC5D0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7D94AF4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4C151427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5FB30298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717766A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0CAAAC1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0A983BC8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0D3A2A3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0B717F08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1C231898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09734C0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27383CA0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337A93A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00802D9E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5062AAB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743CF22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61235B4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2472603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52E2874E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576DAD4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259E476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44251700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5DF02EC5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623F1840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2992438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6B35DB5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0C2DCE57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545198C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595ED479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2609F90E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67A4526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25FAC5E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2086685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5F5D8109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212C0F49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3253354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3D2F5210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5B6BF9E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585F787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619E8EF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1ADF1949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7BD9B58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6A16A64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01F5091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306BA74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2CFC3CE9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63B98E6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60983A57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4B02F54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4B892858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67DD9999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3B5A766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187DE008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cactgagaag tctaacataa taagaggctg gatttttggt</w:t>
      </w:r>
    </w:p>
    <w:p w14:paraId="300861B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4C9A201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4FCD23E9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0BE78587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4BFA446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5B1E7A95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3B51803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40AFBE6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31275C4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4E0B6C0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273D1647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6D8C565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caaatttgca</w:t>
      </w:r>
    </w:p>
    <w:p w14:paraId="3BD847EE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734C3B8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4E9430C9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26207659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4668FA5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4457C1E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75B78C6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1D91DCB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7FCDA3E8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0F160168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5A40ABA7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7E05FA55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466198D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2930999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48800B05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7333934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1CA5400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0A95A8CE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2A79A80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182FC91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7C4177A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7699144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69AB6E9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70BF44E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74C2C015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6E4FDD2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08E37D2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1A4426BE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438F1300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62D8C7E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3178FD9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09A69269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564B6AD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264F53E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4C52F14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24FE1BC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437BD6D0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00ECD4A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18A63A59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3C192699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2BEA9EC0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62D901C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3A25AA20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51FC530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58095535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7916B827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77A3B19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5DDFFC30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74DAA8A8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03853277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27EDB568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655516C5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0C57620E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0F596870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740850C0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7E0EBB3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163091A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604FC24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6EDDE4A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5198DA77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7001E94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146072F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53280DF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42AD274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07C7D6F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188F4A6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4C2533FE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4A487F6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5A4D3E8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6063C6C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6ECCEFE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471C01D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187FE42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ctggacacca</w:t>
      </w:r>
    </w:p>
    <w:p w14:paraId="7D5FC15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tctaggacgc tgtgacatca aggacctgcc taaagaaatc actgttgcnn catcacgaac</w:t>
      </w:r>
    </w:p>
    <w:p w14:paraId="5D883FE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4F077387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6BE7E53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3A528E9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0C35BFB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0509203C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4A265338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3B5378B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0C4BCBF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52DDA73D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1C65B27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047B666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0D135C1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3AC1022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197C483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4FEA5837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6C471CB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7F2526B7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4F4B281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114E3D6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01961E4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7713D09F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4E374D4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3A9BDF2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aaattccctc gaggacaagg cgttccaatt</w:t>
      </w:r>
    </w:p>
    <w:p w14:paraId="08CBBC0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0AF8ED27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0AAEA2C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actgggccag aagctggact tccctatggt gctaacaaag acggcatcat atgggttgca</w:t>
      </w:r>
    </w:p>
    <w:p w14:paraId="68A742D8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actgagggag ccttgaatac accaaaagat cacattggca cccgcaatcc tgctaacaat</w:t>
      </w:r>
    </w:p>
    <w:p w14:paraId="73BC4C28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19C285C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56921441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3D1FE4F8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0B9FD26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0D57071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5EB6EE9E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2AECFC4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60968083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08CD0A3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caaagatcca aatttcaaag atcaagtcat tttgctgaat</w:t>
      </w:r>
    </w:p>
    <w:p w14:paraId="3D0CC328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2DA7A8B4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13FFCCB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575C9132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153AFE6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133ED46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6C67D147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65D48AC6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25DCC30B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ttta</w:t>
      </w:r>
    </w:p>
    <w:p w14:paraId="2133532A" w14:textId="77777777" w:rsidR="00EA5C42" w:rsidRPr="00EA5C42" w:rsidRDefault="00EA5C42" w:rsidP="00EA5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5C42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77E4694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C42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5C42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F952EAA"/>
  <w15:chartTrackingRefBased/>
  <w15:docId w15:val="{231F8DC8-751A-DE43-9F87-1B118101F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18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8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3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34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76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11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548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795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10907</Words>
  <Characters>62174</Characters>
  <Application>Microsoft Office Word</Application>
  <DocSecurity>0</DocSecurity>
  <Lines>518</Lines>
  <Paragraphs>145</Paragraphs>
  <ScaleCrop>false</ScaleCrop>
  <Company/>
  <LinksUpToDate>false</LinksUpToDate>
  <CharactersWithSpaces>72936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2023-02-03T11:58:00Z</dcterms:created>
  <dcterms:modified xsi:type="dcterms:W3CDTF">2023-02-03T11:59:00Z</dcterms:modified>
</cp:coreProperties>
</file>